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786AA87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63B4">
        <w:rPr>
          <w:rFonts w:ascii="Corbel" w:hAnsi="Corbel"/>
          <w:i/>
          <w:smallCaps/>
          <w:sz w:val="24"/>
          <w:szCs w:val="24"/>
        </w:rPr>
        <w:t>2019-2022</w:t>
      </w:r>
    </w:p>
    <w:p w14:paraId="1AE7C18C" w14:textId="0F7898BA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EE63B4">
        <w:rPr>
          <w:rFonts w:ascii="Corbel" w:hAnsi="Corbel"/>
          <w:sz w:val="20"/>
          <w:szCs w:val="20"/>
        </w:rPr>
        <w:t>1/</w:t>
      </w:r>
      <w:r w:rsidR="007121DA">
        <w:rPr>
          <w:rFonts w:ascii="Corbel" w:hAnsi="Corbel"/>
          <w:sz w:val="20"/>
          <w:szCs w:val="20"/>
        </w:rPr>
        <w:t>202</w:t>
      </w:r>
      <w:r w:rsidR="00EE63B4">
        <w:rPr>
          <w:rFonts w:ascii="Corbel" w:hAnsi="Corbel"/>
          <w:sz w:val="20"/>
          <w:szCs w:val="20"/>
        </w:rPr>
        <w:t>2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E/I/EiZSP/C-1.2b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56FB5238" w:rsidR="0085747A" w:rsidRPr="00D46628" w:rsidRDefault="00D466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62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68159AF1" w:rsidR="004D1026" w:rsidRPr="009C54AE" w:rsidRDefault="00D4662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12C3D68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, rozumie pojecie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Incoterms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celna-towarów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Teams</w:t>
      </w:r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4F9EC7ED" w:rsidR="0085747A" w:rsidRPr="009C54AE" w:rsidRDefault="00D46628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001C41EC" w:rsidR="00C61DC5" w:rsidRPr="009C54AE" w:rsidRDefault="00D46628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B51AE" w14:textId="77777777" w:rsidR="008640E0" w:rsidRDefault="008640E0" w:rsidP="00C16ABF">
      <w:pPr>
        <w:spacing w:after="0" w:line="240" w:lineRule="auto"/>
      </w:pPr>
      <w:r>
        <w:separator/>
      </w:r>
    </w:p>
  </w:endnote>
  <w:endnote w:type="continuationSeparator" w:id="0">
    <w:p w14:paraId="40E583D8" w14:textId="77777777" w:rsidR="008640E0" w:rsidRDefault="008640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05E9A" w14:textId="77777777" w:rsidR="008640E0" w:rsidRDefault="008640E0" w:rsidP="00C16ABF">
      <w:pPr>
        <w:spacing w:after="0" w:line="240" w:lineRule="auto"/>
      </w:pPr>
      <w:r>
        <w:separator/>
      </w:r>
    </w:p>
  </w:footnote>
  <w:footnote w:type="continuationSeparator" w:id="0">
    <w:p w14:paraId="1C121BEC" w14:textId="77777777" w:rsidR="008640E0" w:rsidRDefault="008640E0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D2D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523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640E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628"/>
    <w:rsid w:val="00D552B2"/>
    <w:rsid w:val="00D608D1"/>
    <w:rsid w:val="00D652AF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3B4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0CC197-E561-48F4-B476-8923BC350B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833</Words>
  <Characters>4999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2020-11-17T18:39:00Z</dcterms:created>
  <dcterms:modified xsi:type="dcterms:W3CDTF">2020-12-10T04:55:00Z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